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7393"/>
        <w:gridCol w:w="7393"/>
      </w:tblGrid>
      <w:tr w:rsidR="00F01623" w:rsidRPr="00E42ADB">
        <w:tc>
          <w:tcPr>
            <w:tcW w:w="7393" w:type="dxa"/>
          </w:tcPr>
          <w:p w:rsidR="00F01623" w:rsidRPr="00E42ADB" w:rsidRDefault="00F01623" w:rsidP="007D19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ПРИЛОЖЕНИЕ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 сельского</w:t>
            </w: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поселения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Тихорецкого  района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от_________________№_______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«ПРИЛОЖЕНИЕ № 1</w:t>
            </w: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              к Правилам определения требований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закупаемым отдельным видам товаров,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работ, услуг (в том числе предельных цен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товаров, работ услуг), для обеспечения</w:t>
            </w:r>
          </w:p>
          <w:p w:rsidR="00F01623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муниципальных нужд Еремизино-Борисовского</w:t>
            </w: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 Тихорецкого района, 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утвержденным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F01623" w:rsidRPr="00E42ADB" w:rsidRDefault="00F01623" w:rsidP="00447326">
            <w:pPr>
              <w:pStyle w:val="ConsPlusNormal"/>
              <w:widowControl/>
              <w:tabs>
                <w:tab w:val="left" w:pos="829"/>
              </w:tabs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 сельского</w:t>
            </w: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поселения Тихорецкого  района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 №________________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УТВЕРЖДЕНЫ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</w:t>
            </w: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Тихорецкого района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__________ года № ______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(в редакции постановления  администрации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Еремизино-Борисовского</w:t>
            </w: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Тихорецкого района</w:t>
            </w:r>
          </w:p>
          <w:p w:rsidR="00F01623" w:rsidRPr="00E42ADB" w:rsidRDefault="00F01623" w:rsidP="0044732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42A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от______________№_________________</w:t>
            </w:r>
          </w:p>
          <w:p w:rsidR="00F01623" w:rsidRPr="00E42ADB" w:rsidRDefault="00F01623" w:rsidP="00E42A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F01623" w:rsidRDefault="00F01623" w:rsidP="00DA24AA">
      <w:pPr>
        <w:pStyle w:val="NoSpacing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ФОРМА  </w:t>
      </w:r>
      <w:r w:rsidRPr="002E1A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ПЕРЕЧ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НЯ</w:t>
      </w:r>
      <w:r w:rsidRPr="002E1A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 xml:space="preserve">отдельных видов товаров, работ, услуг, их потребительские свойства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 в том числе качества) </w:t>
      </w:r>
      <w:r w:rsidRPr="002E1A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иные характеристики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2E1A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том числе предельные цены товаров, работ, услуг)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 ним</w:t>
      </w:r>
    </w:p>
    <w:p w:rsidR="00F01623" w:rsidRDefault="00F01623" w:rsidP="00DA24AA">
      <w:pPr>
        <w:pStyle w:val="NoSpacing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535"/>
        <w:gridCol w:w="1125"/>
        <w:gridCol w:w="840"/>
        <w:gridCol w:w="980"/>
        <w:gridCol w:w="1120"/>
        <w:gridCol w:w="1260"/>
        <w:gridCol w:w="980"/>
        <w:gridCol w:w="1260"/>
        <w:gridCol w:w="2800"/>
        <w:gridCol w:w="2250"/>
      </w:tblGrid>
      <w:tr w:rsidR="00F01623" w:rsidRPr="00E42AD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N</w:t>
            </w:r>
            <w:r w:rsidRPr="00D8573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F005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Код в соответствии с Общероссийским классификатором продукции по видам экономической деятельности ОК 034-2014(КПЕС 2008)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Наименование отдельного вида товаров, работ, услуг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751C8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Требования к потребительским свойствам (в том числе качеству) и иным характеристикам, утвержденные постановлением администрации  Еремизино-Борисовского сельского поселения Тихорецкого района</w:t>
            </w:r>
          </w:p>
        </w:tc>
        <w:tc>
          <w:tcPr>
            <w:tcW w:w="7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623" w:rsidRPr="00D8573D" w:rsidRDefault="00F01623" w:rsidP="00751C84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D8573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администрацией  Еремизино-Борисовского сельского поселения Тихорецкого района </w:t>
            </w:r>
          </w:p>
        </w:tc>
      </w:tr>
      <w:tr w:rsidR="00F01623" w:rsidRPr="00E42AD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F005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751C8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от утвержденных постановлением администрации  Еремизино-Борисовского сельского поселения Тихорецкого района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функциональное назначение</w:t>
            </w:r>
            <w:hyperlink w:anchor="sub_1111" w:history="1">
              <w:r w:rsidRPr="00D8573D">
                <w:rPr>
                  <w:rStyle w:val="a"/>
                  <w:rFonts w:ascii="Times New Roman" w:hAnsi="Times New Roman" w:cs="Times New Roman"/>
                </w:rPr>
                <w:t>*</w:t>
              </w:r>
            </w:hyperlink>
          </w:p>
        </w:tc>
      </w:tr>
      <w:tr w:rsidR="00F01623" w:rsidRPr="00E42AD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623" w:rsidRPr="00D8573D" w:rsidRDefault="00F01623" w:rsidP="00FE4DA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11</w:t>
            </w:r>
          </w:p>
        </w:tc>
      </w:tr>
      <w:tr w:rsidR="00F01623" w:rsidRPr="00E42AD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01623" w:rsidRPr="00E42ADB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01623" w:rsidRPr="00D8573D" w:rsidRDefault="00F01623" w:rsidP="00751C8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8573D">
              <w:rPr>
                <w:rFonts w:ascii="Times New Roman" w:hAnsi="Times New Roman" w:cs="Times New Roman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1к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 Еремизино-Борисовского сельского поселения Тихорецкого района, утвержденным постановлением администрации  Еремизино-Борисовского сельского поселения Тихорецкого района от____________№__________________</w:t>
            </w:r>
          </w:p>
        </w:tc>
      </w:tr>
      <w:tr w:rsidR="00F01623" w:rsidRPr="00E42AD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623" w:rsidRPr="00D8573D" w:rsidRDefault="00F01623" w:rsidP="00FE4DA4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F01623" w:rsidRPr="00E42ADB"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01623" w:rsidRPr="00D8573D" w:rsidRDefault="00F01623" w:rsidP="00DA24AA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D8573D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 отдельных видов товаров, работ, услуг, определенный администрацией  Еремизино-Борисовского сельского поселения Тихорецкого района</w:t>
            </w:r>
          </w:p>
        </w:tc>
      </w:tr>
      <w:tr w:rsidR="00F01623" w:rsidRPr="00E42AD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623" w:rsidRPr="00E42ADB" w:rsidRDefault="00F01623" w:rsidP="00FE4DA4">
            <w:pPr>
              <w:pStyle w:val="a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1623" w:rsidRPr="00ED1C77" w:rsidRDefault="00F01623" w:rsidP="00693597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1623" w:rsidRDefault="00F01623" w:rsidP="007D193C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(*)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предельным ценам товаров, работ, услуг)</w:t>
      </w:r>
    </w:p>
    <w:p w:rsidR="00F01623" w:rsidRDefault="00F01623" w:rsidP="007D193C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1623" w:rsidRDefault="00F01623" w:rsidP="007D193C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01623" w:rsidRDefault="00F01623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 w:rsidRPr="00D8573D">
        <w:rPr>
          <w:rFonts w:ascii="Times New Roman" w:hAnsi="Times New Roman" w:cs="Times New Roman"/>
          <w:sz w:val="28"/>
          <w:szCs w:val="28"/>
          <w:lang w:eastAsia="ru-RU"/>
        </w:rPr>
        <w:t>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дущий специалист администрации </w:t>
      </w:r>
    </w:p>
    <w:p w:rsidR="00F01623" w:rsidRDefault="00F01623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Еремизино-Борисовского</w:t>
      </w:r>
    </w:p>
    <w:p w:rsidR="00F01623" w:rsidRDefault="00F01623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01623" w:rsidRPr="00D8573D" w:rsidRDefault="00F01623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Тихорецкого района                                                                                                                                                          О.А.Баюра</w:t>
      </w:r>
    </w:p>
    <w:p w:rsidR="00F01623" w:rsidRPr="00D8573D" w:rsidRDefault="00F01623" w:rsidP="007D193C">
      <w:pPr>
        <w:pStyle w:val="NoSpacing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01623" w:rsidRPr="00D8573D" w:rsidSect="00660C42">
      <w:headerReference w:type="default" r:id="rId6"/>
      <w:pgSz w:w="16838" w:h="11906" w:orient="landscape"/>
      <w:pgMar w:top="170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623" w:rsidRDefault="00F01623" w:rsidP="00553AFA">
      <w:pPr>
        <w:spacing w:after="0" w:line="240" w:lineRule="auto"/>
      </w:pPr>
      <w:r>
        <w:separator/>
      </w:r>
    </w:p>
  </w:endnote>
  <w:endnote w:type="continuationSeparator" w:id="0">
    <w:p w:rsidR="00F01623" w:rsidRDefault="00F01623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623" w:rsidRDefault="00F01623" w:rsidP="00553AFA">
      <w:pPr>
        <w:spacing w:after="0" w:line="240" w:lineRule="auto"/>
      </w:pPr>
      <w:r>
        <w:separator/>
      </w:r>
    </w:p>
  </w:footnote>
  <w:footnote w:type="continuationSeparator" w:id="0">
    <w:p w:rsidR="00F01623" w:rsidRDefault="00F01623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623" w:rsidRDefault="00F01623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F01623" w:rsidRDefault="00F016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4DC"/>
    <w:rsid w:val="00047D81"/>
    <w:rsid w:val="000608ED"/>
    <w:rsid w:val="00064102"/>
    <w:rsid w:val="00081CE5"/>
    <w:rsid w:val="000929DC"/>
    <w:rsid w:val="0009385E"/>
    <w:rsid w:val="000D39F1"/>
    <w:rsid w:val="00143D10"/>
    <w:rsid w:val="001A3FB1"/>
    <w:rsid w:val="001D658D"/>
    <w:rsid w:val="0023071B"/>
    <w:rsid w:val="00231FEA"/>
    <w:rsid w:val="002B5609"/>
    <w:rsid w:val="002B6AB0"/>
    <w:rsid w:val="002D454F"/>
    <w:rsid w:val="002E1A6A"/>
    <w:rsid w:val="002F3F75"/>
    <w:rsid w:val="00301EC8"/>
    <w:rsid w:val="00322B07"/>
    <w:rsid w:val="00354D13"/>
    <w:rsid w:val="00374DD0"/>
    <w:rsid w:val="003D74DC"/>
    <w:rsid w:val="003D7818"/>
    <w:rsid w:val="00442C9E"/>
    <w:rsid w:val="00446C23"/>
    <w:rsid w:val="00447326"/>
    <w:rsid w:val="00450EA2"/>
    <w:rsid w:val="00477896"/>
    <w:rsid w:val="004A7C16"/>
    <w:rsid w:val="00501464"/>
    <w:rsid w:val="00511B4F"/>
    <w:rsid w:val="00522E4C"/>
    <w:rsid w:val="005405E0"/>
    <w:rsid w:val="00553AFA"/>
    <w:rsid w:val="005877C5"/>
    <w:rsid w:val="005A3204"/>
    <w:rsid w:val="006154A3"/>
    <w:rsid w:val="00636181"/>
    <w:rsid w:val="00660C42"/>
    <w:rsid w:val="0066200A"/>
    <w:rsid w:val="006669BB"/>
    <w:rsid w:val="006860BC"/>
    <w:rsid w:val="00693597"/>
    <w:rsid w:val="006E069C"/>
    <w:rsid w:val="006E7D48"/>
    <w:rsid w:val="0074110A"/>
    <w:rsid w:val="007466CF"/>
    <w:rsid w:val="00751C84"/>
    <w:rsid w:val="00755DD9"/>
    <w:rsid w:val="00764031"/>
    <w:rsid w:val="007C0D18"/>
    <w:rsid w:val="007C2562"/>
    <w:rsid w:val="007D193C"/>
    <w:rsid w:val="007D311E"/>
    <w:rsid w:val="0081479F"/>
    <w:rsid w:val="008227B4"/>
    <w:rsid w:val="00843F86"/>
    <w:rsid w:val="00874405"/>
    <w:rsid w:val="008B7375"/>
    <w:rsid w:val="008D3662"/>
    <w:rsid w:val="009445AB"/>
    <w:rsid w:val="009F5AFE"/>
    <w:rsid w:val="00A42C08"/>
    <w:rsid w:val="00A90022"/>
    <w:rsid w:val="00A95FA7"/>
    <w:rsid w:val="00B17EEE"/>
    <w:rsid w:val="00B616DD"/>
    <w:rsid w:val="00B63B35"/>
    <w:rsid w:val="00B72AB1"/>
    <w:rsid w:val="00B824C1"/>
    <w:rsid w:val="00C12C24"/>
    <w:rsid w:val="00D4051B"/>
    <w:rsid w:val="00D65ABE"/>
    <w:rsid w:val="00D71F40"/>
    <w:rsid w:val="00D8573D"/>
    <w:rsid w:val="00D93739"/>
    <w:rsid w:val="00D95D76"/>
    <w:rsid w:val="00DA24AA"/>
    <w:rsid w:val="00DC0412"/>
    <w:rsid w:val="00E35414"/>
    <w:rsid w:val="00E42ADB"/>
    <w:rsid w:val="00E83536"/>
    <w:rsid w:val="00E92E16"/>
    <w:rsid w:val="00ED1C77"/>
    <w:rsid w:val="00F01623"/>
    <w:rsid w:val="00F3634B"/>
    <w:rsid w:val="00F63D67"/>
    <w:rsid w:val="00F77AA0"/>
    <w:rsid w:val="00F82AAB"/>
    <w:rsid w:val="00FA2BC2"/>
    <w:rsid w:val="00FE4DA4"/>
    <w:rsid w:val="00FF0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CE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74D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74DC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3D74DC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3D74D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53AFA"/>
  </w:style>
  <w:style w:type="paragraph" w:styleId="Footer">
    <w:name w:val="footer"/>
    <w:basedOn w:val="Normal"/>
    <w:link w:val="Foot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53AFA"/>
  </w:style>
  <w:style w:type="paragraph" w:styleId="BalloonText">
    <w:name w:val="Balloon Text"/>
    <w:basedOn w:val="Normal"/>
    <w:link w:val="BalloonTextChar"/>
    <w:uiPriority w:val="99"/>
    <w:semiHidden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D19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F3634B"/>
    <w:rPr>
      <w:color w:val="0000FF"/>
      <w:u w:val="single"/>
    </w:rPr>
  </w:style>
  <w:style w:type="character" w:customStyle="1" w:styleId="a">
    <w:name w:val="Гипертекстовая ссылка"/>
    <w:basedOn w:val="DefaultParagraphFont"/>
    <w:uiPriority w:val="99"/>
    <w:rsid w:val="00636181"/>
    <w:rPr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63618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476</Words>
  <Characters>2718</Characters>
  <Application>Microsoft Office Outlook</Application>
  <DocSecurity>0</DocSecurity>
  <Lines>0</Lines>
  <Paragraphs>0</Paragraphs>
  <ScaleCrop>false</ScaleCrop>
  <Company>Партнер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sotnikova</dc:creator>
  <cp:keywords/>
  <dc:description/>
  <cp:lastModifiedBy>Партнер</cp:lastModifiedBy>
  <cp:revision>6</cp:revision>
  <cp:lastPrinted>2018-05-15T08:04:00Z</cp:lastPrinted>
  <dcterms:created xsi:type="dcterms:W3CDTF">2018-04-12T11:24:00Z</dcterms:created>
  <dcterms:modified xsi:type="dcterms:W3CDTF">2018-05-15T08:09:00Z</dcterms:modified>
</cp:coreProperties>
</file>